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3BD936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947CD7">
        <w:rPr>
          <w:b/>
          <w:color w:val="FF5200" w:themeColor="accent2"/>
          <w:sz w:val="36"/>
          <w:szCs w:val="36"/>
        </w:rPr>
        <w:t>názvem „</w:t>
      </w:r>
      <w:r w:rsidR="007E15BD" w:rsidRPr="00947CD7">
        <w:rPr>
          <w:b/>
          <w:color w:val="FF5200" w:themeColor="accent2"/>
          <w:sz w:val="36"/>
          <w:szCs w:val="36"/>
        </w:rPr>
        <w:t xml:space="preserve">Nákup </w:t>
      </w:r>
      <w:r w:rsidR="00274202">
        <w:rPr>
          <w:b/>
          <w:color w:val="FF5200" w:themeColor="accent2"/>
          <w:sz w:val="36"/>
          <w:szCs w:val="36"/>
        </w:rPr>
        <w:t>kovových šatních skříněk</w:t>
      </w:r>
      <w:bookmarkStart w:id="0" w:name="_GoBack"/>
      <w:bookmarkEnd w:id="0"/>
      <w:r w:rsidR="0031280B" w:rsidRPr="00EA35D4">
        <w:rPr>
          <w:b/>
          <w:color w:val="FF5200" w:themeColor="accent2"/>
          <w:sz w:val="36"/>
          <w:szCs w:val="36"/>
        </w:rPr>
        <w:t>“</w:t>
      </w:r>
      <w:r w:rsidR="000128D4" w:rsidRPr="00EA35D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EA35D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A35D4" w:rsidRPr="00EA35D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19578/2022-SŽ-OŘ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341E514D" w14:textId="22FEB70B" w:rsidR="00AB2EC2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3360902" w:history="1">
            <w:r w:rsidR="00AB2EC2" w:rsidRPr="00A618C4">
              <w:rPr>
                <w:rStyle w:val="Hypertextovodkaz"/>
                <w:noProof/>
              </w:rPr>
              <w:t>Kapitola 1.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Základní údaje k nabídce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_Toc113360902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2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0A21B7DD" w14:textId="4F085EBA" w:rsidR="00AB2EC2" w:rsidRDefault="00EA35D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3" w:history="1">
            <w:r w:rsidR="00AB2EC2" w:rsidRPr="00A618C4">
              <w:rPr>
                <w:rStyle w:val="Hypertextovodkaz"/>
                <w:noProof/>
              </w:rPr>
              <w:t>Kapitola 2.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 prohlášení o splnění základní způsobilosti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_Toc113360903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3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4A97584D" w14:textId="6176E77E" w:rsidR="00AB2EC2" w:rsidRDefault="00EA35D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4" w:history="1">
            <w:r w:rsidR="00AB2EC2" w:rsidRPr="00A618C4">
              <w:rPr>
                <w:rStyle w:val="Hypertextovodkaz"/>
                <w:noProof/>
              </w:rPr>
              <w:t>Kapitola 3.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 prohlášení účastníka o střetu zájmů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_Toc113360904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4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2B235299" w14:textId="0BE47EF7" w:rsidR="00AB2EC2" w:rsidRDefault="00EA35D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5" w:history="1">
            <w:r w:rsidR="00AB2EC2" w:rsidRPr="00A618C4">
              <w:rPr>
                <w:rStyle w:val="Hypertextovodkaz"/>
                <w:noProof/>
              </w:rPr>
              <w:t>Kapitola 4.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 prohlášení účastníka k neuzavření zakázaných dohod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_Toc113360905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5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05247C25" w14:textId="27A52E82" w:rsidR="00AB2EC2" w:rsidRDefault="00EA35D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6" w:history="1">
            <w:r w:rsidR="00AB2EC2" w:rsidRPr="00A618C4">
              <w:rPr>
                <w:rStyle w:val="Hypertextovodkaz"/>
                <w:noProof/>
              </w:rPr>
              <w:t>Kapitola 5.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 prohlášení o poddodavatelích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_Toc113360906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6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63BB52A2" w14:textId="72CCDF3D" w:rsidR="00AB2EC2" w:rsidRDefault="00EA35D4" w:rsidP="00AB2EC2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3360907" w:history="1">
            <w:r w:rsidR="00AB2EC2" w:rsidRPr="00A618C4">
              <w:rPr>
                <w:rStyle w:val="Hypertextovodkaz"/>
                <w:rFonts w:eastAsia="Times New Roman"/>
                <w:noProof/>
              </w:rPr>
              <w:t>Kapitola 6.</w:t>
            </w:r>
            <w:r w:rsidR="00AB2EC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B2EC2" w:rsidRPr="00A618C4">
              <w:rPr>
                <w:rStyle w:val="Hypertextovodkaz"/>
                <w:noProof/>
              </w:rPr>
              <w:t>Čestné</w:t>
            </w:r>
            <w:r w:rsidR="00AB2EC2" w:rsidRPr="00A618C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AB2EC2">
              <w:rPr>
                <w:noProof/>
                <w:webHidden/>
              </w:rPr>
              <w:tab/>
            </w:r>
            <w:r w:rsidR="00AB2EC2">
              <w:rPr>
                <w:noProof/>
                <w:webHidden/>
              </w:rPr>
              <w:fldChar w:fldCharType="begin"/>
            </w:r>
            <w:r w:rsidR="00AB2EC2">
              <w:rPr>
                <w:noProof/>
                <w:webHidden/>
              </w:rPr>
              <w:instrText xml:space="preserve"> PAGEREF _Toc113360907 \h </w:instrText>
            </w:r>
            <w:r w:rsidR="00AB2EC2">
              <w:rPr>
                <w:noProof/>
                <w:webHidden/>
              </w:rPr>
            </w:r>
            <w:r w:rsidR="00AB2EC2">
              <w:rPr>
                <w:noProof/>
                <w:webHidden/>
              </w:rPr>
              <w:fldChar w:fldCharType="separate"/>
            </w:r>
            <w:r w:rsidR="007575AE">
              <w:rPr>
                <w:noProof/>
                <w:webHidden/>
              </w:rPr>
              <w:t>7</w:t>
            </w:r>
            <w:r w:rsidR="00AB2EC2">
              <w:rPr>
                <w:noProof/>
                <w:webHidden/>
              </w:rPr>
              <w:fldChar w:fldCharType="end"/>
            </w:r>
          </w:hyperlink>
        </w:p>
        <w:p w14:paraId="218BAFDF" w14:textId="0DDB60D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13360902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F8ACE98" w:rsidR="00A93A74" w:rsidRDefault="00A93A74" w:rsidP="008B1A2C">
      <w:r>
        <w:t xml:space="preserve">Účastník prohlašuje, že veškeré údaje </w:t>
      </w:r>
      <w:r w:rsidRPr="007E15BD">
        <w:t xml:space="preserve">uvedené v tomto krycím listu, který je přílohou č. </w:t>
      </w:r>
      <w:r w:rsidR="00B87D91" w:rsidRPr="007E15BD">
        <w:t xml:space="preserve">1 </w:t>
      </w:r>
      <w:r w:rsidRPr="007E15BD">
        <w:t>Výzvy k podání nabíd</w:t>
      </w:r>
      <w:r w:rsidR="004C76E9" w:rsidRPr="007E15BD">
        <w:t>ky</w:t>
      </w:r>
      <w:r w:rsidRPr="007E15BD">
        <w:t xml:space="preserve"> na veřejnou zakázku zadávanou</w:t>
      </w:r>
      <w:r w:rsidR="004C76E9" w:rsidRPr="007E15BD">
        <w:t xml:space="preserve"> jako </w:t>
      </w:r>
      <w:r w:rsidR="000128D4" w:rsidRPr="007E15BD">
        <w:rPr>
          <w:rFonts w:eastAsia="Times New Roman" w:cs="Times New Roman"/>
          <w:lang w:eastAsia="cs-CZ"/>
        </w:rPr>
        <w:t>podlimitní sektorovou veřejnou zakázku</w:t>
      </w:r>
      <w:r w:rsidRPr="007E15BD">
        <w:t>, jsou pravdivé</w:t>
      </w:r>
      <w:r w:rsidR="009771C9" w:rsidRPr="007E15BD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5E034E0" w14:textId="32B2E677" w:rsidR="00FD2A1E" w:rsidRDefault="00FC5583" w:rsidP="00947CD7">
      <w:pPr>
        <w:spacing w:after="0" w:line="480" w:lineRule="auto"/>
      </w:pPr>
      <w:r>
        <w:t>Celková n</w:t>
      </w:r>
      <w:r w:rsidR="008B1A2C">
        <w:t>abídková cena</w:t>
      </w:r>
      <w:r w:rsidR="00C87B78">
        <w:t xml:space="preserve"> </w:t>
      </w:r>
      <w:r w:rsidR="005A7285">
        <w:t>za</w:t>
      </w:r>
      <w:r w:rsidR="00947CD7">
        <w:t xml:space="preserve"> předmět plnění </w:t>
      </w:r>
      <w:r>
        <w:t xml:space="preserve">v Kč </w:t>
      </w:r>
      <w:r w:rsidR="00C87B78">
        <w:t>bez DPH</w:t>
      </w:r>
      <w:r w:rsidR="00947CD7">
        <w:tab/>
      </w:r>
      <w:r w:rsidR="00947CD7">
        <w:tab/>
      </w:r>
      <w:r w:rsidR="00FD2A1E" w:rsidRPr="0022719F">
        <w:rPr>
          <w:highlight w:val="yellow"/>
        </w:rPr>
        <w:t>[VLOŽÍ ÚČASTNÍK]</w:t>
      </w:r>
    </w:p>
    <w:p w14:paraId="455953B6" w14:textId="2E92CB51" w:rsidR="00FD2A1E" w:rsidRDefault="00947CD7" w:rsidP="00947CD7">
      <w:pPr>
        <w:spacing w:after="0" w:line="480" w:lineRule="auto"/>
      </w:pPr>
      <w:r>
        <w:t xml:space="preserve">celkem </w:t>
      </w:r>
      <w:r w:rsidR="00FD2A1E">
        <w:t>DPH:</w:t>
      </w:r>
      <w:r w:rsidR="00FD2A1E">
        <w:tab/>
      </w:r>
      <w:r w:rsidR="00FD2A1E">
        <w:tab/>
      </w:r>
      <w:r w:rsidR="00FD2A1E">
        <w:tab/>
      </w:r>
      <w:r w:rsidR="00FD2A1E">
        <w:tab/>
      </w:r>
      <w:r w:rsidR="00FD2A1E">
        <w:tab/>
      </w:r>
      <w:r w:rsidR="00FD2A1E">
        <w:tab/>
      </w:r>
      <w:r w:rsidR="00FD2A1E">
        <w:tab/>
      </w:r>
      <w:r>
        <w:tab/>
      </w:r>
      <w:r w:rsidR="00FD2A1E" w:rsidRPr="0022719F">
        <w:rPr>
          <w:highlight w:val="yellow"/>
        </w:rPr>
        <w:t>[VLOŽÍ ÚČASTNÍK]</w:t>
      </w:r>
    </w:p>
    <w:p w14:paraId="0EED3AE5" w14:textId="18465F90" w:rsidR="00FD2A1E" w:rsidRDefault="00FD2A1E" w:rsidP="00947CD7">
      <w:pPr>
        <w:spacing w:after="0" w:line="480" w:lineRule="auto"/>
      </w:pPr>
      <w:r>
        <w:t xml:space="preserve">Celková nabídková cena </w:t>
      </w:r>
      <w:r w:rsidR="00947CD7">
        <w:t xml:space="preserve">za předmět plnění </w:t>
      </w:r>
      <w:r>
        <w:t>v Kč včetně DPH:</w:t>
      </w:r>
      <w:r w:rsidR="00947CD7">
        <w:tab/>
      </w:r>
      <w:r w:rsidR="00AE000D">
        <w:tab/>
      </w:r>
      <w:r w:rsidRPr="0022719F">
        <w:rPr>
          <w:highlight w:val="yellow"/>
        </w:rPr>
        <w:t>[VLOŽÍ ÚČASTNÍK]</w:t>
      </w:r>
    </w:p>
    <w:p w14:paraId="62DFAF46" w14:textId="77777777" w:rsidR="00947CD7" w:rsidRDefault="00947CD7" w:rsidP="008B1A2C">
      <w:pPr>
        <w:rPr>
          <w:b/>
        </w:rPr>
      </w:pPr>
    </w:p>
    <w:p w14:paraId="2915FC32" w14:textId="0D85D8ED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A35D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A35D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341C48">
      <w:pPr>
        <w:pStyle w:val="Nadpis2"/>
        <w:numPr>
          <w:ilvl w:val="0"/>
          <w:numId w:val="34"/>
        </w:numPr>
        <w:ind w:left="714" w:hanging="357"/>
      </w:pPr>
      <w:bookmarkStart w:id="2" w:name="_Toc113360903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1336090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7E15BD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1336090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215E86A" w14:textId="156868E3" w:rsidR="00E85D44" w:rsidRPr="00AB2EC2" w:rsidRDefault="00E85D44" w:rsidP="00AB2EC2">
      <w:r>
        <w:br w:type="page"/>
      </w:r>
    </w:p>
    <w:p w14:paraId="13EC6245" w14:textId="1D7B1A0F" w:rsidR="00F44645" w:rsidRPr="000128D4" w:rsidRDefault="00AB2EC2" w:rsidP="00F44645">
      <w:pPr>
        <w:pStyle w:val="Nadpis2"/>
        <w:numPr>
          <w:ilvl w:val="0"/>
          <w:numId w:val="34"/>
        </w:numPr>
      </w:pPr>
      <w:bookmarkStart w:id="5" w:name="_Toc113360906"/>
      <w:r>
        <w:lastRenderedPageBreak/>
        <w:t>Čestné prohlášení o poddodavatelích</w:t>
      </w:r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7D4A01A" w14:textId="77777777" w:rsidR="00AB2EC2" w:rsidRDefault="00AB2EC2" w:rsidP="00AB2EC2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 xml:space="preserve">, prohlašuje, </w:t>
      </w:r>
      <w:r w:rsidRPr="005F0577">
        <w:rPr>
          <w:rFonts w:ascii="Verdana" w:hAnsi="Verdana"/>
        </w:rPr>
        <w:t>že</w:t>
      </w:r>
      <w:r w:rsidRPr="005F0577">
        <w:rPr>
          <w:rStyle w:val="Znakapoznpodarou"/>
          <w:rFonts w:ascii="Verdana" w:hAnsi="Verdana"/>
        </w:rPr>
        <w:footnoteReference w:id="4"/>
      </w:r>
      <w:r w:rsidRPr="005F0577">
        <w:rPr>
          <w:rFonts w:ascii="Verdana" w:hAnsi="Verdana"/>
        </w:rPr>
        <w:t>:</w:t>
      </w:r>
    </w:p>
    <w:p w14:paraId="030EB7BA" w14:textId="77777777" w:rsidR="00AB2EC2" w:rsidRDefault="00AB2EC2" w:rsidP="00AB2EC2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bookmarkStart w:id="6" w:name="Zaškrtávací1"/>
    <w:p w14:paraId="66AB0979" w14:textId="0AB7AB11" w:rsidR="00AB2EC2" w:rsidRPr="00443E91" w:rsidRDefault="00AB2EC2" w:rsidP="00AB2EC2">
      <w:pPr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3E91">
        <w:instrText xml:space="preserve"> FORMCHECKBOX </w:instrText>
      </w:r>
      <w:r w:rsidR="00EA35D4">
        <w:fldChar w:fldCharType="separate"/>
      </w:r>
      <w:r w:rsidRPr="00443E91">
        <w:fldChar w:fldCharType="end"/>
      </w:r>
      <w:bookmarkEnd w:id="6"/>
      <w:r w:rsidRPr="00443E91">
        <w:tab/>
        <w:t>Při plnění veřejné zakázky s názvem „</w:t>
      </w:r>
      <w:r w:rsidR="005A7285" w:rsidRPr="005A7285">
        <w:rPr>
          <w:b/>
          <w:bCs/>
        </w:rPr>
        <w:t>Nákup kovových šatních skříněk</w:t>
      </w:r>
      <w:r w:rsidRPr="00443E91">
        <w:t xml:space="preserve">“ </w:t>
      </w:r>
      <w:r w:rsidRPr="009A58F3">
        <w:t>nepoužije</w:t>
      </w:r>
      <w:r w:rsidRPr="00443E91">
        <w:t xml:space="preserve"> žádné poddodavatele</w:t>
      </w:r>
      <w:r w:rsidRPr="00443E91">
        <w:rPr>
          <w:rStyle w:val="Znakapoznpodarou"/>
        </w:rPr>
        <w:footnoteReference w:id="5"/>
      </w:r>
      <w:r w:rsidRPr="00443E91">
        <w:t xml:space="preserve">. </w:t>
      </w:r>
    </w:p>
    <w:p w14:paraId="4A975BEC" w14:textId="0D712661" w:rsidR="00AB2EC2" w:rsidRPr="00443E91" w:rsidRDefault="00AB2EC2" w:rsidP="00AB2EC2">
      <w:pPr>
        <w:tabs>
          <w:tab w:val="num" w:pos="360"/>
        </w:tabs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43E91">
        <w:instrText xml:space="preserve"> FORMCHECKBOX </w:instrText>
      </w:r>
      <w:r w:rsidR="00EA35D4">
        <w:fldChar w:fldCharType="separate"/>
      </w:r>
      <w:r w:rsidRPr="00443E91">
        <w:fldChar w:fldCharType="end"/>
      </w:r>
      <w:r w:rsidRPr="00443E91">
        <w:tab/>
      </w:r>
      <w:r w:rsidRPr="00443E91">
        <w:tab/>
        <w:t>Při plnění veřejné zakázky s názvem „</w:t>
      </w:r>
      <w:r w:rsidR="005A7285" w:rsidRPr="005A7285">
        <w:rPr>
          <w:b/>
          <w:bCs/>
        </w:rPr>
        <w:t>Nákup kovových šatních skříněk</w:t>
      </w:r>
      <w:r w:rsidRPr="00443E91">
        <w:t>“ použije tyto poddodavatele:</w:t>
      </w:r>
    </w:p>
    <w:p w14:paraId="2BAE4BF8" w14:textId="77777777" w:rsidR="00AB2EC2" w:rsidRDefault="00AB2EC2" w:rsidP="00AB2EC2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58A53DC3" w14:textId="77777777" w:rsidR="00AB2EC2" w:rsidRDefault="00AB2EC2" w:rsidP="00AB2EC2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B2EC2" w:rsidRPr="005F0577" w14:paraId="291DA447" w14:textId="77777777" w:rsidTr="002052EC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63F456B" w14:textId="77777777" w:rsidR="00AB2EC2" w:rsidRPr="005F0577" w:rsidRDefault="00AB2EC2" w:rsidP="002052E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570312" w14:textId="77777777" w:rsidR="00AB2EC2" w:rsidRPr="005F0577" w:rsidRDefault="00AB2EC2" w:rsidP="002052E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B2EC2" w:rsidRPr="005F0577" w14:paraId="27EBF701" w14:textId="77777777" w:rsidTr="002052EC">
        <w:trPr>
          <w:cantSplit/>
        </w:trPr>
        <w:sdt>
          <w:sdtPr>
            <w:rPr>
              <w:rFonts w:ascii="Verdana" w:hAnsi="Verdana"/>
              <w:highlight w:val="yellow"/>
            </w:rPr>
            <w:id w:val="-646209514"/>
            <w:placeholder>
              <w:docPart w:val="B161C411022243F6B62F0F5937F0A453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34105B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1776780806"/>
            <w:placeholder>
              <w:docPart w:val="098C04564C69489694FB2A4D6DE9DFCD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56467B8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B2EC2" w:rsidRPr="005F0577" w14:paraId="286788AB" w14:textId="77777777" w:rsidTr="002052EC">
        <w:trPr>
          <w:cantSplit/>
        </w:trPr>
        <w:sdt>
          <w:sdtPr>
            <w:rPr>
              <w:rFonts w:ascii="Verdana" w:hAnsi="Verdana"/>
              <w:highlight w:val="yellow"/>
            </w:rPr>
            <w:id w:val="550968649"/>
            <w:placeholder>
              <w:docPart w:val="2E941997B91840B58E665D5D7C37C29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6FB044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310978252"/>
            <w:placeholder>
              <w:docPart w:val="2F716B1942AF4C2991EBB769D932EF1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C9DE72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B2EC2" w:rsidRPr="005F0577" w14:paraId="734C4BCD" w14:textId="77777777" w:rsidTr="002052EC">
        <w:trPr>
          <w:cantSplit/>
        </w:trPr>
        <w:sdt>
          <w:sdtPr>
            <w:rPr>
              <w:rFonts w:ascii="Verdana" w:hAnsi="Verdana"/>
              <w:highlight w:val="yellow"/>
            </w:rPr>
            <w:id w:val="-639029716"/>
            <w:placeholder>
              <w:docPart w:val="56E86C058BF54A5FA3CB13EDF7084B1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F2C604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87273182"/>
            <w:placeholder>
              <w:docPart w:val="17457E2E3B934D628508893D2731A4D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A33C47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B2EC2" w:rsidRPr="005F0577" w14:paraId="585F3184" w14:textId="77777777" w:rsidTr="002052EC">
        <w:trPr>
          <w:cantSplit/>
        </w:trPr>
        <w:sdt>
          <w:sdtPr>
            <w:rPr>
              <w:rFonts w:ascii="Verdana" w:hAnsi="Verdana"/>
              <w:highlight w:val="yellow"/>
            </w:rPr>
            <w:id w:val="-124620505"/>
            <w:placeholder>
              <w:docPart w:val="18E426703B6341E6B6ED5B6118B3AFF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04F9C6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67756794"/>
            <w:placeholder>
              <w:docPart w:val="FEFA6567AB4F44FE9F552ED7049651F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EEF5F9" w14:textId="77777777" w:rsidR="00AB2EC2" w:rsidRPr="001571DA" w:rsidRDefault="00AB2EC2" w:rsidP="002052EC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7A774CC" w14:textId="07328A60" w:rsidR="002126E7" w:rsidRPr="00AB2EC2" w:rsidRDefault="000128D4" w:rsidP="00AB2EC2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7" w:name="_Toc113360907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7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6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7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8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4F87088" w14:textId="77777777" w:rsidR="00AB2EC2" w:rsidRDefault="00AB2EC2" w:rsidP="00AB2EC2">
          <w:pPr>
            <w:pStyle w:val="Zpat"/>
          </w:pPr>
          <w:r>
            <w:t>Oblastní ředitelství Ústí nad Labem</w:t>
          </w:r>
        </w:p>
        <w:p w14:paraId="7A01F954" w14:textId="77777777" w:rsidR="00AB2EC2" w:rsidRDefault="00AB2EC2" w:rsidP="00AB2EC2">
          <w:pPr>
            <w:pStyle w:val="Zpat"/>
          </w:pPr>
          <w:r>
            <w:t>Železničářská 1386/31</w:t>
          </w:r>
        </w:p>
        <w:p w14:paraId="3F9D14E1" w14:textId="38C70952" w:rsidR="00A327CB" w:rsidRDefault="00AB2EC2" w:rsidP="00AB2EC2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6105429" w14:textId="77777777" w:rsidR="00AB2EC2" w:rsidRPr="001571DA" w:rsidRDefault="00AB2EC2" w:rsidP="00AB2EC2">
      <w:pPr>
        <w:pStyle w:val="Textpoznpodarou"/>
        <w:rPr>
          <w:rFonts w:ascii="Verdana" w:hAnsi="Verdana"/>
          <w:szCs w:val="14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Účastník zaškrtne příslušné políčko, a doplní případné poddodavatele a části zakázky, které mají tito poddodavatelé plnit</w:t>
      </w:r>
    </w:p>
  </w:footnote>
  <w:footnote w:id="5">
    <w:p w14:paraId="1B79A368" w14:textId="77777777" w:rsidR="00AB2EC2" w:rsidRPr="005F0577" w:rsidRDefault="00AB2EC2" w:rsidP="00AB2EC2">
      <w:pPr>
        <w:pStyle w:val="Textpoznpodarou"/>
        <w:rPr>
          <w:rFonts w:ascii="Verdana" w:hAnsi="Verdana"/>
          <w:sz w:val="18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Za poddodavatele povinně uváděné v seznamu poddodavatelů zadavatel nepovažuje osoby tvořící s dodavatelem koncern.</w:t>
      </w:r>
    </w:p>
  </w:footnote>
  <w:footnote w:id="6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7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8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74202"/>
    <w:rsid w:val="00277B74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C48"/>
    <w:rsid w:val="00341DCF"/>
    <w:rsid w:val="00354C5C"/>
    <w:rsid w:val="00357BC6"/>
    <w:rsid w:val="0036634F"/>
    <w:rsid w:val="003956C6"/>
    <w:rsid w:val="003B596F"/>
    <w:rsid w:val="00441430"/>
    <w:rsid w:val="00445572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A7285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C3584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575AE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15BD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47CD7"/>
    <w:rsid w:val="00962258"/>
    <w:rsid w:val="009678B7"/>
    <w:rsid w:val="009771C9"/>
    <w:rsid w:val="009833E1"/>
    <w:rsid w:val="00992CE9"/>
    <w:rsid w:val="00992D9C"/>
    <w:rsid w:val="00996617"/>
    <w:rsid w:val="00996CB8"/>
    <w:rsid w:val="009A58F3"/>
    <w:rsid w:val="009B14A9"/>
    <w:rsid w:val="009B2E97"/>
    <w:rsid w:val="009C261E"/>
    <w:rsid w:val="009D3107"/>
    <w:rsid w:val="009E07F4"/>
    <w:rsid w:val="009F392E"/>
    <w:rsid w:val="009F56C2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B2EC2"/>
    <w:rsid w:val="00AC1810"/>
    <w:rsid w:val="00AD056F"/>
    <w:rsid w:val="00AD6731"/>
    <w:rsid w:val="00AE000D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35D4"/>
    <w:rsid w:val="00EB104F"/>
    <w:rsid w:val="00ED14BD"/>
    <w:rsid w:val="00EE11BA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2A1E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AB2EC2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161C411022243F6B62F0F5937F0A4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6D8E0-A9B3-4252-AF89-5C2C95629539}"/>
      </w:docPartPr>
      <w:docPartBody>
        <w:p w:rsidR="00EC6C5B" w:rsidRDefault="00EE5938" w:rsidP="00EE5938">
          <w:pPr>
            <w:pStyle w:val="B161C411022243F6B62F0F5937F0A4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98C04564C69489694FB2A4D6DE9DF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B50B08-094E-4410-A313-DD782D43EFA5}"/>
      </w:docPartPr>
      <w:docPartBody>
        <w:p w:rsidR="00EC6C5B" w:rsidRDefault="00EE5938" w:rsidP="00EE5938">
          <w:pPr>
            <w:pStyle w:val="098C04564C69489694FB2A4D6DE9DF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941997B91840B58E665D5D7C37C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375B7-605A-4B84-B2CA-DBE8AF27521C}"/>
      </w:docPartPr>
      <w:docPartBody>
        <w:p w:rsidR="00EC6C5B" w:rsidRDefault="00EE5938" w:rsidP="00EE5938">
          <w:pPr>
            <w:pStyle w:val="2E941997B91840B58E665D5D7C37C29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F716B1942AF4C2991EBB769D932E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DD34AD-F94F-4680-A1C5-2409F9BF695F}"/>
      </w:docPartPr>
      <w:docPartBody>
        <w:p w:rsidR="00EC6C5B" w:rsidRDefault="00EE5938" w:rsidP="00EE5938">
          <w:pPr>
            <w:pStyle w:val="2F716B1942AF4C2991EBB769D932E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E86C058BF54A5FA3CB13EDF7084B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322B2-46CC-4F3C-8CDB-CAD6B2F79800}"/>
      </w:docPartPr>
      <w:docPartBody>
        <w:p w:rsidR="00EC6C5B" w:rsidRDefault="00EE5938" w:rsidP="00EE5938">
          <w:pPr>
            <w:pStyle w:val="56E86C058BF54A5FA3CB13EDF7084B1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7457E2E3B934D628508893D2731A4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46A837-0346-474F-86B8-5F140EB51DE5}"/>
      </w:docPartPr>
      <w:docPartBody>
        <w:p w:rsidR="00EC6C5B" w:rsidRDefault="00EE5938" w:rsidP="00EE5938">
          <w:pPr>
            <w:pStyle w:val="17457E2E3B934D628508893D2731A4D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8E426703B6341E6B6ED5B6118B3AF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A8774B-0164-4A09-9A0C-7A30FDD7BC00}"/>
      </w:docPartPr>
      <w:docPartBody>
        <w:p w:rsidR="00EC6C5B" w:rsidRDefault="00EE5938" w:rsidP="00EE5938">
          <w:pPr>
            <w:pStyle w:val="18E426703B6341E6B6ED5B6118B3AFF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EFA6567AB4F44FE9F552ED7049651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F3B57-BD53-47E6-AA45-9077E69B2620}"/>
      </w:docPartPr>
      <w:docPartBody>
        <w:p w:rsidR="00EC6C5B" w:rsidRDefault="00EE5938" w:rsidP="00EE5938">
          <w:pPr>
            <w:pStyle w:val="FEFA6567AB4F44FE9F552ED7049651F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938"/>
    <w:rsid w:val="00EC6C5B"/>
    <w:rsid w:val="00EE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E5938"/>
    <w:rPr>
      <w:color w:val="808080"/>
    </w:rPr>
  </w:style>
  <w:style w:type="paragraph" w:customStyle="1" w:styleId="B161C411022243F6B62F0F5937F0A453">
    <w:name w:val="B161C411022243F6B62F0F5937F0A453"/>
    <w:rsid w:val="00EE5938"/>
  </w:style>
  <w:style w:type="paragraph" w:customStyle="1" w:styleId="098C04564C69489694FB2A4D6DE9DFCD">
    <w:name w:val="098C04564C69489694FB2A4D6DE9DFCD"/>
    <w:rsid w:val="00EE5938"/>
  </w:style>
  <w:style w:type="paragraph" w:customStyle="1" w:styleId="2E941997B91840B58E665D5D7C37C299">
    <w:name w:val="2E941997B91840B58E665D5D7C37C299"/>
    <w:rsid w:val="00EE5938"/>
  </w:style>
  <w:style w:type="paragraph" w:customStyle="1" w:styleId="2F716B1942AF4C2991EBB769D932EF12">
    <w:name w:val="2F716B1942AF4C2991EBB769D932EF12"/>
    <w:rsid w:val="00EE5938"/>
  </w:style>
  <w:style w:type="paragraph" w:customStyle="1" w:styleId="56E86C058BF54A5FA3CB13EDF7084B15">
    <w:name w:val="56E86C058BF54A5FA3CB13EDF7084B15"/>
    <w:rsid w:val="00EE5938"/>
  </w:style>
  <w:style w:type="paragraph" w:customStyle="1" w:styleId="17457E2E3B934D628508893D2731A4D0">
    <w:name w:val="17457E2E3B934D628508893D2731A4D0"/>
    <w:rsid w:val="00EE5938"/>
  </w:style>
  <w:style w:type="paragraph" w:customStyle="1" w:styleId="18E426703B6341E6B6ED5B6118B3AFF4">
    <w:name w:val="18E426703B6341E6B6ED5B6118B3AFF4"/>
    <w:rsid w:val="00EE5938"/>
  </w:style>
  <w:style w:type="paragraph" w:customStyle="1" w:styleId="FEFA6567AB4F44FE9F552ED7049651F8">
    <w:name w:val="FEFA6567AB4F44FE9F552ED7049651F8"/>
    <w:rsid w:val="00EE5938"/>
  </w:style>
  <w:style w:type="paragraph" w:customStyle="1" w:styleId="AFA7FA9156DF45728A79355655FA5118">
    <w:name w:val="AFA7FA9156DF45728A79355655FA5118"/>
    <w:rsid w:val="00EE5938"/>
  </w:style>
  <w:style w:type="paragraph" w:customStyle="1" w:styleId="393C884637144A90867636CB78F4BE69">
    <w:name w:val="393C884637144A90867636CB78F4BE69"/>
    <w:rsid w:val="00EE5938"/>
  </w:style>
  <w:style w:type="paragraph" w:customStyle="1" w:styleId="48795D3D94394FB3BCB407FA0F3FEF76">
    <w:name w:val="48795D3D94394FB3BCB407FA0F3FEF76"/>
    <w:rsid w:val="00EE5938"/>
  </w:style>
  <w:style w:type="paragraph" w:customStyle="1" w:styleId="A4DE13B960324E469C20FD8AF586927E">
    <w:name w:val="A4DE13B960324E469C20FD8AF586927E"/>
    <w:rsid w:val="00EE5938"/>
  </w:style>
  <w:style w:type="paragraph" w:customStyle="1" w:styleId="FC81D43AD37D4FA69D2ADB6C1EBDC0C0">
    <w:name w:val="FC81D43AD37D4FA69D2ADB6C1EBDC0C0"/>
    <w:rsid w:val="00EE5938"/>
  </w:style>
  <w:style w:type="paragraph" w:customStyle="1" w:styleId="AFE836D56A3E425799915F33C6A146BE">
    <w:name w:val="AFE836D56A3E425799915F33C6A146BE"/>
    <w:rsid w:val="00EE5938"/>
  </w:style>
  <w:style w:type="paragraph" w:customStyle="1" w:styleId="5BCF328A8FCB4EA095814F549B88E320">
    <w:name w:val="5BCF328A8FCB4EA095814F549B88E320"/>
    <w:rsid w:val="00EE5938"/>
  </w:style>
  <w:style w:type="paragraph" w:customStyle="1" w:styleId="95E925DD53554E1BA3621F5A1766509F">
    <w:name w:val="95E925DD53554E1BA3621F5A1766509F"/>
    <w:rsid w:val="00EE59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9672465-232E-41A4-9CEF-BB815EC57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58</TotalTime>
  <Pages>8</Pages>
  <Words>1237</Words>
  <Characters>7305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18</cp:revision>
  <cp:lastPrinted>2017-11-28T17:18:00Z</cp:lastPrinted>
  <dcterms:created xsi:type="dcterms:W3CDTF">2022-09-06T10:38:00Z</dcterms:created>
  <dcterms:modified xsi:type="dcterms:W3CDTF">2022-10-06T07:56:00Z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